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2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7A4BCA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9725AE" w:rsidRDefault="003B7DF9" w:rsidP="00AD4CCC"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28628E" w:rsidP="00AD4CC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3B7DF9" w:rsidP="00AD4CCC">
            <w:pPr>
              <w:rPr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28628E" w:rsidP="0082449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AD4CCC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AD4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449B">
              <w:rPr>
                <w:rFonts w:ascii="Arial" w:hAnsi="Arial" w:cs="Arial"/>
                <w:sz w:val="18"/>
                <w:szCs w:val="18"/>
              </w:rPr>
              <w:t>61</w:t>
            </w:r>
          </w:p>
        </w:tc>
      </w:tr>
      <w:tr w:rsidR="003B7DF9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AD4CCC" w:rsidRDefault="0028628E" w:rsidP="0028628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Date of Scan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4CCC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AD4CCC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AD4CC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2449B">
              <w:rPr>
                <w:rFonts w:ascii="Arial" w:hAnsi="Arial" w:cs="Arial"/>
                <w:noProof/>
                <w:sz w:val="18"/>
                <w:szCs w:val="18"/>
              </w:rPr>
              <w:t>Thursday, 16 July 2020</w:t>
            </w:r>
            <w:r w:rsidRPr="00AD4CC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82449B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28628E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Right calf claudication. Reduced ABPIs in community. 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DA2BDB" w:rsidP="00AD4CC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96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59055</wp:posOffset>
                      </wp:positionV>
                      <wp:extent cx="5637530" cy="5010785"/>
                      <wp:effectExtent l="14605" t="8890" r="5715" b="0"/>
                      <wp:wrapNone/>
                      <wp:docPr id="40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1" name="Freeform 35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35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5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35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36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36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36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36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36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6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67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6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37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7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3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3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699EF1" id="Group 355" o:spid="_x0000_s1026" style="position:absolute;margin-left:14.2pt;margin-top:4.65pt;width:443.9pt;height:394.55pt;flip:x;z-index:251641344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">
                      <v:shape id="Freeform 356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357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358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359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360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361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362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363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364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365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366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367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368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369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370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371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372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373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374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375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376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377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DA2BDB" w:rsidRPr="00AD4CCC">
              <w:rPr>
                <w:rFonts w:ascii="Arial" w:hAnsi="Arial"/>
                <w:b/>
                <w:bCs/>
                <w:sz w:val="18"/>
                <w:szCs w:val="20"/>
              </w:rPr>
              <w:t>Right Lower Extremity Arterial Duplex</w:t>
            </w:r>
          </w:p>
        </w:tc>
      </w:tr>
      <w:tr w:rsidR="00DA2BDB" w:rsidRPr="00AD4CCC" w:rsidTr="007A4BCA">
        <w:trPr>
          <w:gridAfter w:val="1"/>
          <w:wAfter w:w="13" w:type="dxa"/>
          <w:trHeight w:val="7938"/>
        </w:trPr>
        <w:tc>
          <w:tcPr>
            <w:tcW w:w="962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1221105</wp:posOffset>
                      </wp:positionH>
                      <wp:positionV relativeFrom="paragraph">
                        <wp:posOffset>3863340</wp:posOffset>
                      </wp:positionV>
                      <wp:extent cx="151130" cy="135255"/>
                      <wp:effectExtent l="7620" t="8255" r="12700" b="8890"/>
                      <wp:wrapNone/>
                      <wp:docPr id="39" name="Freeform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130" cy="135255"/>
                              </a:xfrm>
                              <a:custGeom>
                                <a:avLst/>
                                <a:gdLst>
                                  <a:gd name="T0" fmla="*/ 0 w 238"/>
                                  <a:gd name="T1" fmla="*/ 0 h 213"/>
                                  <a:gd name="T2" fmla="*/ 238 w 238"/>
                                  <a:gd name="T3" fmla="*/ 213 h 2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38" h="213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119" y="106"/>
                                      <a:pt x="238" y="21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514698DD" id="Freeform 430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96.15pt,304.2pt" control1="96.15pt,304.2pt" control2="102.1pt,309.5pt" to="108.05pt,314.85pt" coordsize="238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" filled="f">
                      <v:path arrowok="t" o:connecttype="custom" o:connectlocs="0,0;151130,135255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1156335</wp:posOffset>
                      </wp:positionH>
                      <wp:positionV relativeFrom="paragraph">
                        <wp:posOffset>3973830</wp:posOffset>
                      </wp:positionV>
                      <wp:extent cx="151130" cy="135255"/>
                      <wp:effectExtent l="9525" t="13970" r="10795" b="12700"/>
                      <wp:wrapNone/>
                      <wp:docPr id="38" name="Freeform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130" cy="135255"/>
                              </a:xfrm>
                              <a:custGeom>
                                <a:avLst/>
                                <a:gdLst>
                                  <a:gd name="T0" fmla="*/ 0 w 238"/>
                                  <a:gd name="T1" fmla="*/ 0 h 213"/>
                                  <a:gd name="T2" fmla="*/ 238 w 238"/>
                                  <a:gd name="T3" fmla="*/ 213 h 2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38" h="213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119" y="106"/>
                                      <a:pt x="238" y="21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6B1C16AA" id="Freeform 429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91.05pt,312.9pt" control1="91.05pt,312.9pt" control2="97pt,318.2pt" to="102.95pt,323.55pt" coordsize="238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" filled="f">
                      <v:path arrowok="t" o:connecttype="custom" o:connectlocs="0,0;151130,135255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2913380</wp:posOffset>
                      </wp:positionH>
                      <wp:positionV relativeFrom="paragraph">
                        <wp:posOffset>929005</wp:posOffset>
                      </wp:positionV>
                      <wp:extent cx="1161415" cy="612140"/>
                      <wp:effectExtent l="23495" t="26670" r="24765" b="18415"/>
                      <wp:wrapNone/>
                      <wp:docPr id="37" name="Freeform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1415" cy="612140"/>
                              </a:xfrm>
                              <a:custGeom>
                                <a:avLst/>
                                <a:gdLst>
                                  <a:gd name="T0" fmla="*/ 1766 w 1829"/>
                                  <a:gd name="T1" fmla="*/ 0 h 964"/>
                                  <a:gd name="T2" fmla="*/ 1666 w 1829"/>
                                  <a:gd name="T3" fmla="*/ 87 h 964"/>
                                  <a:gd name="T4" fmla="*/ 1829 w 1829"/>
                                  <a:gd name="T5" fmla="*/ 150 h 964"/>
                                  <a:gd name="T6" fmla="*/ 1403 w 1829"/>
                                  <a:gd name="T7" fmla="*/ 288 h 964"/>
                                  <a:gd name="T8" fmla="*/ 677 w 1829"/>
                                  <a:gd name="T9" fmla="*/ 663 h 964"/>
                                  <a:gd name="T10" fmla="*/ 151 w 1829"/>
                                  <a:gd name="T11" fmla="*/ 964 h 964"/>
                                  <a:gd name="T12" fmla="*/ 163 w 1829"/>
                                  <a:gd name="T13" fmla="*/ 876 h 964"/>
                                  <a:gd name="T14" fmla="*/ 0 w 1829"/>
                                  <a:gd name="T15" fmla="*/ 851 h 964"/>
                                  <a:gd name="T16" fmla="*/ 1228 w 1829"/>
                                  <a:gd name="T17" fmla="*/ 200 h 964"/>
                                  <a:gd name="T18" fmla="*/ 1766 w 1829"/>
                                  <a:gd name="T19" fmla="*/ 0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829" h="964">
                                    <a:moveTo>
                                      <a:pt x="1766" y="0"/>
                                    </a:moveTo>
                                    <a:lnTo>
                                      <a:pt x="1666" y="87"/>
                                    </a:lnTo>
                                    <a:lnTo>
                                      <a:pt x="1829" y="150"/>
                                    </a:lnTo>
                                    <a:lnTo>
                                      <a:pt x="1403" y="288"/>
                                    </a:lnTo>
                                    <a:lnTo>
                                      <a:pt x="677" y="663"/>
                                    </a:lnTo>
                                    <a:lnTo>
                                      <a:pt x="151" y="964"/>
                                    </a:lnTo>
                                    <a:lnTo>
                                      <a:pt x="163" y="876"/>
                                    </a:lnTo>
                                    <a:lnTo>
                                      <a:pt x="0" y="851"/>
                                    </a:lnTo>
                                    <a:lnTo>
                                      <a:pt x="1228" y="200"/>
                                    </a:lnTo>
                                    <a:lnTo>
                                      <a:pt x="176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BB448" id="Freeform 428" o:spid="_x0000_s1026" style="position:absolute;margin-left:229.4pt;margin-top:73.15pt;width:91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9,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" path="m1766,l1666,87r163,63l1403,288,677,663,151,964r12,-88l,851,1228,200,1766,xe" fillcolor="silver">
                      <v:path arrowok="t" o:connecttype="custom" o:connectlocs="1121410,0;1057910,55245;1161415,95250;890905,182880;429895,421005;95885,612140;103505,556260;0,540385;779780,127000;1121410,0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4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2407285</wp:posOffset>
                      </wp:positionV>
                      <wp:extent cx="647700" cy="1860550"/>
                      <wp:effectExtent l="31750" t="9525" r="15875" b="53975"/>
                      <wp:wrapNone/>
                      <wp:docPr id="36" name="Freeform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1860550"/>
                              </a:xfrm>
                              <a:custGeom>
                                <a:avLst/>
                                <a:gdLst>
                                  <a:gd name="T0" fmla="*/ 1010 w 1020"/>
                                  <a:gd name="T1" fmla="*/ 30 h 2930"/>
                                  <a:gd name="T2" fmla="*/ 1020 w 1020"/>
                                  <a:gd name="T3" fmla="*/ 200 h 2930"/>
                                  <a:gd name="T4" fmla="*/ 995 w 1020"/>
                                  <a:gd name="T5" fmla="*/ 395 h 2930"/>
                                  <a:gd name="T6" fmla="*/ 930 w 1020"/>
                                  <a:gd name="T7" fmla="*/ 610 h 2930"/>
                                  <a:gd name="T8" fmla="*/ 835 w 1020"/>
                                  <a:gd name="T9" fmla="*/ 860 h 2930"/>
                                  <a:gd name="T10" fmla="*/ 720 w 1020"/>
                                  <a:gd name="T11" fmla="*/ 1090 h 2930"/>
                                  <a:gd name="T12" fmla="*/ 590 w 1020"/>
                                  <a:gd name="T13" fmla="*/ 1325 h 2930"/>
                                  <a:gd name="T14" fmla="*/ 490 w 1020"/>
                                  <a:gd name="T15" fmla="*/ 1525 h 2930"/>
                                  <a:gd name="T16" fmla="*/ 390 w 1020"/>
                                  <a:gd name="T17" fmla="*/ 1785 h 2930"/>
                                  <a:gd name="T18" fmla="*/ 300 w 1020"/>
                                  <a:gd name="T19" fmla="*/ 2070 h 2930"/>
                                  <a:gd name="T20" fmla="*/ 215 w 1020"/>
                                  <a:gd name="T21" fmla="*/ 2335 h 2930"/>
                                  <a:gd name="T22" fmla="*/ 155 w 1020"/>
                                  <a:gd name="T23" fmla="*/ 2555 h 2930"/>
                                  <a:gd name="T24" fmla="*/ 75 w 1020"/>
                                  <a:gd name="T25" fmla="*/ 2825 h 2930"/>
                                  <a:gd name="T26" fmla="*/ 0 w 1020"/>
                                  <a:gd name="T27" fmla="*/ 2930 h 2930"/>
                                  <a:gd name="T28" fmla="*/ 80 w 1020"/>
                                  <a:gd name="T29" fmla="*/ 2755 h 2930"/>
                                  <a:gd name="T30" fmla="*/ 225 w 1020"/>
                                  <a:gd name="T31" fmla="*/ 2240 h 2930"/>
                                  <a:gd name="T32" fmla="*/ 330 w 1020"/>
                                  <a:gd name="T33" fmla="*/ 1890 h 2930"/>
                                  <a:gd name="T34" fmla="*/ 405 w 1020"/>
                                  <a:gd name="T35" fmla="*/ 1665 h 2930"/>
                                  <a:gd name="T36" fmla="*/ 530 w 1020"/>
                                  <a:gd name="T37" fmla="*/ 1405 h 2930"/>
                                  <a:gd name="T38" fmla="*/ 680 w 1020"/>
                                  <a:gd name="T39" fmla="*/ 1130 h 2930"/>
                                  <a:gd name="T40" fmla="*/ 835 w 1020"/>
                                  <a:gd name="T41" fmla="*/ 800 h 2930"/>
                                  <a:gd name="T42" fmla="*/ 915 w 1020"/>
                                  <a:gd name="T43" fmla="*/ 610 h 2930"/>
                                  <a:gd name="T44" fmla="*/ 995 w 1020"/>
                                  <a:gd name="T45" fmla="*/ 320 h 2930"/>
                                  <a:gd name="T46" fmla="*/ 1010 w 1020"/>
                                  <a:gd name="T47" fmla="*/ 65 h 2930"/>
                                  <a:gd name="T48" fmla="*/ 1000 w 1020"/>
                                  <a:gd name="T49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2930">
                                    <a:moveTo>
                                      <a:pt x="1010" y="30"/>
                                    </a:moveTo>
                                    <a:lnTo>
                                      <a:pt x="1020" y="200"/>
                                    </a:lnTo>
                                    <a:lnTo>
                                      <a:pt x="995" y="395"/>
                                    </a:lnTo>
                                    <a:lnTo>
                                      <a:pt x="930" y="610"/>
                                    </a:lnTo>
                                    <a:lnTo>
                                      <a:pt x="835" y="860"/>
                                    </a:lnTo>
                                    <a:lnTo>
                                      <a:pt x="720" y="1090"/>
                                    </a:lnTo>
                                    <a:lnTo>
                                      <a:pt x="590" y="1325"/>
                                    </a:lnTo>
                                    <a:lnTo>
                                      <a:pt x="490" y="1525"/>
                                    </a:lnTo>
                                    <a:lnTo>
                                      <a:pt x="390" y="1785"/>
                                    </a:lnTo>
                                    <a:lnTo>
                                      <a:pt x="300" y="2070"/>
                                    </a:lnTo>
                                    <a:lnTo>
                                      <a:pt x="215" y="2335"/>
                                    </a:lnTo>
                                    <a:lnTo>
                                      <a:pt x="155" y="2555"/>
                                    </a:lnTo>
                                    <a:lnTo>
                                      <a:pt x="75" y="2825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80" y="2755"/>
                                    </a:lnTo>
                                    <a:lnTo>
                                      <a:pt x="225" y="2240"/>
                                    </a:lnTo>
                                    <a:lnTo>
                                      <a:pt x="330" y="1890"/>
                                    </a:lnTo>
                                    <a:lnTo>
                                      <a:pt x="405" y="1665"/>
                                    </a:lnTo>
                                    <a:lnTo>
                                      <a:pt x="530" y="1405"/>
                                    </a:lnTo>
                                    <a:lnTo>
                                      <a:pt x="680" y="1130"/>
                                    </a:lnTo>
                                    <a:lnTo>
                                      <a:pt x="835" y="800"/>
                                    </a:lnTo>
                                    <a:lnTo>
                                      <a:pt x="915" y="610"/>
                                    </a:lnTo>
                                    <a:lnTo>
                                      <a:pt x="995" y="320"/>
                                    </a:lnTo>
                                    <a:lnTo>
                                      <a:pt x="1010" y="65"/>
                                    </a:lnTo>
                                    <a:lnTo>
                                      <a:pt x="10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280D8BA" id="Freeform 427" o:spid="_x0000_s1026" style="position:absolute;z-index:251635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6.55pt,191.05pt,167.05pt,199.55pt,165.8pt,209.3pt,162.55pt,220.05pt,157.8pt,232.55pt,152.05pt,244.05pt,145.55pt,255.8pt,140.55pt,265.8pt,135.55pt,278.8pt,131.05pt,293.05pt,126.8pt,306.3pt,123.8pt,317.3pt,119.8pt,330.8pt,116.05pt,336.05pt,120.05pt,327.3pt,127.3pt,301.55pt,132.55pt,284.05pt,136.3pt,272.8pt,142.55pt,259.8pt,150.05pt,246.05pt,157.8pt,229.55pt,161.8pt,220.05pt,165.8pt,205.55pt,166.55pt,192.8pt,166.05pt,189.55pt" coordsize="102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" fillcolor="#333">
                      <v:path arrowok="t" o:connecttype="custom" o:connectlocs="641350,19050;647700,127000;631825,250825;590550,387350;530225,546100;457200,692150;374650,841375;311150,968375;247650,1133475;190500,1314450;136525,1482725;98425,1622425;47625,1793875;0,1860550;50800,1749425;142875,1422400;209550,1200150;257175,1057275;336550,892175;431800,717550;530225,508000;581025,387350;631825,203200;641350,41275;635000,0" o:connectangles="0,0,0,0,0,0,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9" behindDoc="0" locked="0" layoutInCell="1" allowOverlap="1">
                      <wp:simplePos x="0" y="0"/>
                      <wp:positionH relativeFrom="column">
                        <wp:posOffset>1470660</wp:posOffset>
                      </wp:positionH>
                      <wp:positionV relativeFrom="paragraph">
                        <wp:posOffset>2280285</wp:posOffset>
                      </wp:positionV>
                      <wp:extent cx="704850" cy="2051050"/>
                      <wp:effectExtent l="38100" t="6350" r="9525" b="47625"/>
                      <wp:wrapNone/>
                      <wp:docPr id="35" name="Freeform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2051050"/>
                              </a:xfrm>
                              <a:custGeom>
                                <a:avLst/>
                                <a:gdLst>
                                  <a:gd name="T0" fmla="*/ 1110 w 1110"/>
                                  <a:gd name="T1" fmla="*/ 0 h 3230"/>
                                  <a:gd name="T2" fmla="*/ 1065 w 1110"/>
                                  <a:gd name="T3" fmla="*/ 205 h 3230"/>
                                  <a:gd name="T4" fmla="*/ 1060 w 1110"/>
                                  <a:gd name="T5" fmla="*/ 450 h 3230"/>
                                  <a:gd name="T6" fmla="*/ 1040 w 1110"/>
                                  <a:gd name="T7" fmla="*/ 600 h 3230"/>
                                  <a:gd name="T8" fmla="*/ 940 w 1110"/>
                                  <a:gd name="T9" fmla="*/ 935 h 3230"/>
                                  <a:gd name="T10" fmla="*/ 825 w 1110"/>
                                  <a:gd name="T11" fmla="*/ 1190 h 3230"/>
                                  <a:gd name="T12" fmla="*/ 650 w 1110"/>
                                  <a:gd name="T13" fmla="*/ 1515 h 3230"/>
                                  <a:gd name="T14" fmla="*/ 500 w 1110"/>
                                  <a:gd name="T15" fmla="*/ 1815 h 3230"/>
                                  <a:gd name="T16" fmla="*/ 415 w 1110"/>
                                  <a:gd name="T17" fmla="*/ 2055 h 3230"/>
                                  <a:gd name="T18" fmla="*/ 295 w 1110"/>
                                  <a:gd name="T19" fmla="*/ 2425 h 3230"/>
                                  <a:gd name="T20" fmla="*/ 185 w 1110"/>
                                  <a:gd name="T21" fmla="*/ 2800 h 3230"/>
                                  <a:gd name="T22" fmla="*/ 110 w 1110"/>
                                  <a:gd name="T23" fmla="*/ 3040 h 3230"/>
                                  <a:gd name="T24" fmla="*/ 40 w 1110"/>
                                  <a:gd name="T25" fmla="*/ 3165 h 3230"/>
                                  <a:gd name="T26" fmla="*/ 0 w 1110"/>
                                  <a:gd name="T27" fmla="*/ 3230 h 3230"/>
                                  <a:gd name="T28" fmla="*/ 65 w 1110"/>
                                  <a:gd name="T29" fmla="*/ 3160 h 3230"/>
                                  <a:gd name="T30" fmla="*/ 135 w 1110"/>
                                  <a:gd name="T31" fmla="*/ 3030 h 3230"/>
                                  <a:gd name="T32" fmla="*/ 320 w 1110"/>
                                  <a:gd name="T33" fmla="*/ 2425 h 3230"/>
                                  <a:gd name="T34" fmla="*/ 505 w 1110"/>
                                  <a:gd name="T35" fmla="*/ 1860 h 3230"/>
                                  <a:gd name="T36" fmla="*/ 595 w 1110"/>
                                  <a:gd name="T37" fmla="*/ 1655 h 3230"/>
                                  <a:gd name="T38" fmla="*/ 740 w 1110"/>
                                  <a:gd name="T39" fmla="*/ 1380 h 3230"/>
                                  <a:gd name="T40" fmla="*/ 865 w 1110"/>
                                  <a:gd name="T41" fmla="*/ 1140 h 3230"/>
                                  <a:gd name="T42" fmla="*/ 1000 w 1110"/>
                                  <a:gd name="T43" fmla="*/ 825 h 3230"/>
                                  <a:gd name="T44" fmla="*/ 1085 w 1110"/>
                                  <a:gd name="T45" fmla="*/ 505 h 3230"/>
                                  <a:gd name="T46" fmla="*/ 1085 w 1110"/>
                                  <a:gd name="T47" fmla="*/ 305 h 3230"/>
                                  <a:gd name="T48" fmla="*/ 1080 w 1110"/>
                                  <a:gd name="T49" fmla="*/ 150 h 3230"/>
                                  <a:gd name="T50" fmla="*/ 1110 w 1110"/>
                                  <a:gd name="T51" fmla="*/ 0 h 3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110" h="3230">
                                    <a:moveTo>
                                      <a:pt x="1110" y="0"/>
                                    </a:moveTo>
                                    <a:lnTo>
                                      <a:pt x="1065" y="205"/>
                                    </a:lnTo>
                                    <a:lnTo>
                                      <a:pt x="1060" y="450"/>
                                    </a:lnTo>
                                    <a:lnTo>
                                      <a:pt x="1040" y="600"/>
                                    </a:lnTo>
                                    <a:lnTo>
                                      <a:pt x="940" y="935"/>
                                    </a:lnTo>
                                    <a:lnTo>
                                      <a:pt x="825" y="1190"/>
                                    </a:lnTo>
                                    <a:lnTo>
                                      <a:pt x="650" y="1515"/>
                                    </a:lnTo>
                                    <a:lnTo>
                                      <a:pt x="500" y="1815"/>
                                    </a:lnTo>
                                    <a:lnTo>
                                      <a:pt x="415" y="2055"/>
                                    </a:lnTo>
                                    <a:lnTo>
                                      <a:pt x="295" y="2425"/>
                                    </a:lnTo>
                                    <a:lnTo>
                                      <a:pt x="185" y="2800"/>
                                    </a:lnTo>
                                    <a:lnTo>
                                      <a:pt x="110" y="3040"/>
                                    </a:lnTo>
                                    <a:lnTo>
                                      <a:pt x="40" y="3165"/>
                                    </a:lnTo>
                                    <a:lnTo>
                                      <a:pt x="0" y="3230"/>
                                    </a:lnTo>
                                    <a:lnTo>
                                      <a:pt x="65" y="3160"/>
                                    </a:lnTo>
                                    <a:lnTo>
                                      <a:pt x="135" y="3030"/>
                                    </a:lnTo>
                                    <a:lnTo>
                                      <a:pt x="320" y="2425"/>
                                    </a:lnTo>
                                    <a:lnTo>
                                      <a:pt x="505" y="1860"/>
                                    </a:lnTo>
                                    <a:lnTo>
                                      <a:pt x="595" y="1655"/>
                                    </a:lnTo>
                                    <a:lnTo>
                                      <a:pt x="740" y="1380"/>
                                    </a:lnTo>
                                    <a:lnTo>
                                      <a:pt x="865" y="1140"/>
                                    </a:lnTo>
                                    <a:lnTo>
                                      <a:pt x="1000" y="825"/>
                                    </a:lnTo>
                                    <a:lnTo>
                                      <a:pt x="1085" y="505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80" y="150"/>
                                    </a:lnTo>
                                    <a:lnTo>
                                      <a:pt x="11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2C5C0" id="Freeform 426" o:spid="_x0000_s1026" style="position:absolute;margin-left:115.8pt;margin-top:179.55pt;width:55.5pt;height:161.5pt;z-index:251636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" path="m1110,r-45,205l1060,450r-20,150l940,935,825,1190,650,1515,500,1815r-85,240l295,2425,185,2800r-75,240l40,3165,,3230r65,-70l135,3030,320,2425,505,1860r90,-205l740,1380,865,1140,1000,825r85,-320l1085,305r-5,-155l1110,xe" fillcolor="#333">
                      <v:path arrowok="t" o:connecttype="custom" o:connectlocs="704850,0;676275,130175;673100,285750;660400,381000;596900,593725;523875,755650;412750,962025;317500,1152525;263525,1304925;187325,1539875;117475,1778000;69850,1930400;25400,2009775;0,2051050;41275,2006600;85725,1924050;203200,1539875;320675,1181100;377825,1050925;469900,876300;549275,723900;635000,523875;688975,320675;688975,193675;685800,95250;704850,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2407285</wp:posOffset>
                      </wp:positionV>
                      <wp:extent cx="676275" cy="1679575"/>
                      <wp:effectExtent l="6350" t="9525" r="60325" b="34925"/>
                      <wp:wrapNone/>
                      <wp:docPr id="34" name="Freeform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167957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2645"/>
                                  <a:gd name="T2" fmla="*/ 940 w 1065"/>
                                  <a:gd name="T3" fmla="*/ 260 h 2645"/>
                                  <a:gd name="T4" fmla="*/ 845 w 1065"/>
                                  <a:gd name="T5" fmla="*/ 480 h 2645"/>
                                  <a:gd name="T6" fmla="*/ 720 w 1065"/>
                                  <a:gd name="T7" fmla="*/ 730 h 2645"/>
                                  <a:gd name="T8" fmla="*/ 640 w 1065"/>
                                  <a:gd name="T9" fmla="*/ 895 h 2645"/>
                                  <a:gd name="T10" fmla="*/ 530 w 1065"/>
                                  <a:gd name="T11" fmla="*/ 1135 h 2645"/>
                                  <a:gd name="T12" fmla="*/ 415 w 1065"/>
                                  <a:gd name="T13" fmla="*/ 1370 h 2645"/>
                                  <a:gd name="T14" fmla="*/ 345 w 1065"/>
                                  <a:gd name="T15" fmla="*/ 1510 h 2645"/>
                                  <a:gd name="T16" fmla="*/ 275 w 1065"/>
                                  <a:gd name="T17" fmla="*/ 1740 h 2645"/>
                                  <a:gd name="T18" fmla="*/ 210 w 1065"/>
                                  <a:gd name="T19" fmla="*/ 1950 h 2645"/>
                                  <a:gd name="T20" fmla="*/ 170 w 1065"/>
                                  <a:gd name="T21" fmla="*/ 2125 h 2645"/>
                                  <a:gd name="T22" fmla="*/ 100 w 1065"/>
                                  <a:gd name="T23" fmla="*/ 2335 h 2645"/>
                                  <a:gd name="T24" fmla="*/ 0 w 1065"/>
                                  <a:gd name="T25" fmla="*/ 2580 h 2645"/>
                                  <a:gd name="T26" fmla="*/ 0 w 1065"/>
                                  <a:gd name="T27" fmla="*/ 2645 h 2645"/>
                                  <a:gd name="T28" fmla="*/ 110 w 1065"/>
                                  <a:gd name="T29" fmla="*/ 2360 h 2645"/>
                                  <a:gd name="T30" fmla="*/ 195 w 1065"/>
                                  <a:gd name="T31" fmla="*/ 2115 h 2645"/>
                                  <a:gd name="T32" fmla="*/ 270 w 1065"/>
                                  <a:gd name="T33" fmla="*/ 1825 h 2645"/>
                                  <a:gd name="T34" fmla="*/ 335 w 1065"/>
                                  <a:gd name="T35" fmla="*/ 1595 h 2645"/>
                                  <a:gd name="T36" fmla="*/ 500 w 1065"/>
                                  <a:gd name="T37" fmla="*/ 1225 h 2645"/>
                                  <a:gd name="T38" fmla="*/ 660 w 1065"/>
                                  <a:gd name="T39" fmla="*/ 910 h 2645"/>
                                  <a:gd name="T40" fmla="*/ 810 w 1065"/>
                                  <a:gd name="T41" fmla="*/ 600 h 2645"/>
                                  <a:gd name="T42" fmla="*/ 890 w 1065"/>
                                  <a:gd name="T43" fmla="*/ 420 h 2645"/>
                                  <a:gd name="T44" fmla="*/ 1005 w 1065"/>
                                  <a:gd name="T45" fmla="*/ 155 h 2645"/>
                                  <a:gd name="T46" fmla="*/ 1065 w 1065"/>
                                  <a:gd name="T47" fmla="*/ 0 h 2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65" h="2645">
                                    <a:moveTo>
                                      <a:pt x="1065" y="0"/>
                                    </a:moveTo>
                                    <a:lnTo>
                                      <a:pt x="940" y="260"/>
                                    </a:lnTo>
                                    <a:lnTo>
                                      <a:pt x="845" y="480"/>
                                    </a:lnTo>
                                    <a:lnTo>
                                      <a:pt x="720" y="730"/>
                                    </a:lnTo>
                                    <a:lnTo>
                                      <a:pt x="640" y="895"/>
                                    </a:lnTo>
                                    <a:lnTo>
                                      <a:pt x="530" y="1135"/>
                                    </a:lnTo>
                                    <a:lnTo>
                                      <a:pt x="415" y="1370"/>
                                    </a:lnTo>
                                    <a:lnTo>
                                      <a:pt x="345" y="1510"/>
                                    </a:lnTo>
                                    <a:lnTo>
                                      <a:pt x="275" y="1740"/>
                                    </a:lnTo>
                                    <a:lnTo>
                                      <a:pt x="210" y="1950"/>
                                    </a:lnTo>
                                    <a:lnTo>
                                      <a:pt x="170" y="2125"/>
                                    </a:lnTo>
                                    <a:lnTo>
                                      <a:pt x="100" y="2335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0" y="2645"/>
                                    </a:lnTo>
                                    <a:lnTo>
                                      <a:pt x="110" y="2360"/>
                                    </a:lnTo>
                                    <a:lnTo>
                                      <a:pt x="195" y="2115"/>
                                    </a:lnTo>
                                    <a:lnTo>
                                      <a:pt x="270" y="1825"/>
                                    </a:lnTo>
                                    <a:lnTo>
                                      <a:pt x="335" y="1595"/>
                                    </a:lnTo>
                                    <a:lnTo>
                                      <a:pt x="500" y="1225"/>
                                    </a:lnTo>
                                    <a:lnTo>
                                      <a:pt x="660" y="910"/>
                                    </a:lnTo>
                                    <a:lnTo>
                                      <a:pt x="810" y="600"/>
                                    </a:lnTo>
                                    <a:lnTo>
                                      <a:pt x="890" y="420"/>
                                    </a:lnTo>
                                    <a:lnTo>
                                      <a:pt x="1005" y="155"/>
                                    </a:lnTo>
                                    <a:lnTo>
                                      <a:pt x="10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FDE71" id="Freeform 425" o:spid="_x0000_s1026" style="position:absolute;margin-left:112.55pt;margin-top:189.55pt;width:53.25pt;height:132.25pt;z-index:251637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" path="m1065,l940,260,845,480,720,730,640,895,530,1135,415,1370r-70,140l275,1740r-65,210l170,2125r-70,210l,2580r,65l110,2360r85,-245l270,1825r65,-230l500,1225,660,910,810,600,890,420,1005,155,1065,xe" fillcolor="#333">
                      <v:path arrowok="t" o:connecttype="custom" o:connectlocs="676275,0;596900,165100;536575,304800;457200,463550;406400,568325;336550,720725;263525,869950;219075,958850;174625,1104900;133350,1238250;107950,1349375;63500,1482725;0,1638300;0,1679575;69850,1498600;123825,1343025;171450,1158875;212725,1012825;317500,777875;419100,577850;514350,381000;565150,266700;638175,98425;6762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9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2207260</wp:posOffset>
                      </wp:positionV>
                      <wp:extent cx="755650" cy="1860550"/>
                      <wp:effectExtent l="31750" t="9525" r="60325" b="63500"/>
                      <wp:wrapNone/>
                      <wp:docPr id="33" name="Freeform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0" cy="1860550"/>
                              </a:xfrm>
                              <a:custGeom>
                                <a:avLst/>
                                <a:gdLst>
                                  <a:gd name="T0" fmla="*/ 1190 w 1190"/>
                                  <a:gd name="T1" fmla="*/ 0 h 2930"/>
                                  <a:gd name="T2" fmla="*/ 1150 w 1190"/>
                                  <a:gd name="T3" fmla="*/ 135 h 2930"/>
                                  <a:gd name="T4" fmla="*/ 1055 w 1190"/>
                                  <a:gd name="T5" fmla="*/ 345 h 2930"/>
                                  <a:gd name="T6" fmla="*/ 935 w 1190"/>
                                  <a:gd name="T7" fmla="*/ 635 h 2930"/>
                                  <a:gd name="T8" fmla="*/ 760 w 1190"/>
                                  <a:gd name="T9" fmla="*/ 990 h 2930"/>
                                  <a:gd name="T10" fmla="*/ 665 w 1190"/>
                                  <a:gd name="T11" fmla="*/ 1210 h 2930"/>
                                  <a:gd name="T12" fmla="*/ 515 w 1190"/>
                                  <a:gd name="T13" fmla="*/ 1520 h 2930"/>
                                  <a:gd name="T14" fmla="*/ 410 w 1190"/>
                                  <a:gd name="T15" fmla="*/ 1730 h 2930"/>
                                  <a:gd name="T16" fmla="*/ 335 w 1190"/>
                                  <a:gd name="T17" fmla="*/ 1945 h 2930"/>
                                  <a:gd name="T18" fmla="*/ 265 w 1190"/>
                                  <a:gd name="T19" fmla="*/ 2180 h 2930"/>
                                  <a:gd name="T20" fmla="*/ 205 w 1190"/>
                                  <a:gd name="T21" fmla="*/ 2425 h 2930"/>
                                  <a:gd name="T22" fmla="*/ 140 w 1190"/>
                                  <a:gd name="T23" fmla="*/ 2615 h 2930"/>
                                  <a:gd name="T24" fmla="*/ 50 w 1190"/>
                                  <a:gd name="T25" fmla="*/ 2850 h 2930"/>
                                  <a:gd name="T26" fmla="*/ 0 w 1190"/>
                                  <a:gd name="T27" fmla="*/ 2930 h 2930"/>
                                  <a:gd name="T28" fmla="*/ 105 w 1190"/>
                                  <a:gd name="T29" fmla="*/ 2675 h 2930"/>
                                  <a:gd name="T30" fmla="*/ 195 w 1190"/>
                                  <a:gd name="T31" fmla="*/ 2380 h 2930"/>
                                  <a:gd name="T32" fmla="*/ 270 w 1190"/>
                                  <a:gd name="T33" fmla="*/ 2090 h 2930"/>
                                  <a:gd name="T34" fmla="*/ 355 w 1190"/>
                                  <a:gd name="T35" fmla="*/ 1800 h 2930"/>
                                  <a:gd name="T36" fmla="*/ 555 w 1190"/>
                                  <a:gd name="T37" fmla="*/ 1385 h 2930"/>
                                  <a:gd name="T38" fmla="*/ 780 w 1190"/>
                                  <a:gd name="T39" fmla="*/ 910 h 2930"/>
                                  <a:gd name="T40" fmla="*/ 1050 w 1190"/>
                                  <a:gd name="T41" fmla="*/ 310 h 2930"/>
                                  <a:gd name="T42" fmla="*/ 1165 w 1190"/>
                                  <a:gd name="T43" fmla="*/ 70 h 2930"/>
                                  <a:gd name="T44" fmla="*/ 1190 w 1190"/>
                                  <a:gd name="T45" fmla="*/ 0 h 29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90" h="2930">
                                    <a:moveTo>
                                      <a:pt x="1190" y="0"/>
                                    </a:moveTo>
                                    <a:lnTo>
                                      <a:pt x="1150" y="135"/>
                                    </a:lnTo>
                                    <a:lnTo>
                                      <a:pt x="1055" y="345"/>
                                    </a:lnTo>
                                    <a:lnTo>
                                      <a:pt x="935" y="635"/>
                                    </a:lnTo>
                                    <a:lnTo>
                                      <a:pt x="760" y="990"/>
                                    </a:lnTo>
                                    <a:lnTo>
                                      <a:pt x="665" y="1210"/>
                                    </a:lnTo>
                                    <a:lnTo>
                                      <a:pt x="515" y="1520"/>
                                    </a:lnTo>
                                    <a:lnTo>
                                      <a:pt x="410" y="1730"/>
                                    </a:lnTo>
                                    <a:lnTo>
                                      <a:pt x="335" y="1945"/>
                                    </a:lnTo>
                                    <a:lnTo>
                                      <a:pt x="265" y="2180"/>
                                    </a:lnTo>
                                    <a:lnTo>
                                      <a:pt x="205" y="2425"/>
                                    </a:lnTo>
                                    <a:lnTo>
                                      <a:pt x="140" y="2615"/>
                                    </a:lnTo>
                                    <a:lnTo>
                                      <a:pt x="50" y="2850"/>
                                    </a:lnTo>
                                    <a:lnTo>
                                      <a:pt x="0" y="2930"/>
                                    </a:lnTo>
                                    <a:lnTo>
                                      <a:pt x="105" y="2675"/>
                                    </a:lnTo>
                                    <a:lnTo>
                                      <a:pt x="195" y="2380"/>
                                    </a:lnTo>
                                    <a:lnTo>
                                      <a:pt x="270" y="2090"/>
                                    </a:lnTo>
                                    <a:lnTo>
                                      <a:pt x="355" y="1800"/>
                                    </a:lnTo>
                                    <a:lnTo>
                                      <a:pt x="555" y="1385"/>
                                    </a:lnTo>
                                    <a:lnTo>
                                      <a:pt x="780" y="910"/>
                                    </a:lnTo>
                                    <a:lnTo>
                                      <a:pt x="1050" y="310"/>
                                    </a:lnTo>
                                    <a:lnTo>
                                      <a:pt x="1165" y="70"/>
                                    </a:lnTo>
                                    <a:lnTo>
                                      <a:pt x="1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372AD" id="Freeform 424" o:spid="_x0000_s1026" style="position:absolute;margin-left:109.3pt;margin-top:173.8pt;width:59.5pt;height:146.5pt;z-index:25163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0,2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" path="m1190,r-40,135l1055,345,935,635,760,990r-95,220l515,1520,410,1730r-75,215l265,2180r-60,245l140,2615,50,2850,,2930,105,2675r90,-295l270,2090r85,-290l555,1385,780,910,1050,310,1165,70,1190,xe" fillcolor="#333">
                      <v:path arrowok="t" o:connecttype="custom" o:connectlocs="755650,0;730250,85725;669925,219075;593725,403225;482600,628650;422275,768350;327025,965200;260350,1098550;212725,1235075;168275,1384300;130175,1539875;88900,1660525;31750,1809750;0,1860550;66675,1698625;123825,1511300;171450,1327150;225425,1143000;352425,879475;495300,577850;666750,196850;739775,44450;755650,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4" behindDoc="0" locked="0" layoutInCell="1" allowOverlap="1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2181860</wp:posOffset>
                      </wp:positionV>
                      <wp:extent cx="942975" cy="1981200"/>
                      <wp:effectExtent l="25400" t="41275" r="12700" b="34925"/>
                      <wp:wrapNone/>
                      <wp:docPr id="32" name="Freeform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2975" cy="1981200"/>
                              </a:xfrm>
                              <a:custGeom>
                                <a:avLst/>
                                <a:gdLst>
                                  <a:gd name="T0" fmla="*/ 1485 w 1485"/>
                                  <a:gd name="T1" fmla="*/ 0 h 3120"/>
                                  <a:gd name="T2" fmla="*/ 1355 w 1485"/>
                                  <a:gd name="T3" fmla="*/ 35 h 3120"/>
                                  <a:gd name="T4" fmla="*/ 1235 w 1485"/>
                                  <a:gd name="T5" fmla="*/ 115 h 3120"/>
                                  <a:gd name="T6" fmla="*/ 1105 w 1485"/>
                                  <a:gd name="T7" fmla="*/ 215 h 3120"/>
                                  <a:gd name="T8" fmla="*/ 1015 w 1485"/>
                                  <a:gd name="T9" fmla="*/ 310 h 3120"/>
                                  <a:gd name="T10" fmla="*/ 940 w 1485"/>
                                  <a:gd name="T11" fmla="*/ 440 h 3120"/>
                                  <a:gd name="T12" fmla="*/ 835 w 1485"/>
                                  <a:gd name="T13" fmla="*/ 650 h 3120"/>
                                  <a:gd name="T14" fmla="*/ 770 w 1485"/>
                                  <a:gd name="T15" fmla="*/ 860 h 3120"/>
                                  <a:gd name="T16" fmla="*/ 660 w 1485"/>
                                  <a:gd name="T17" fmla="*/ 1300 h 3120"/>
                                  <a:gd name="T18" fmla="*/ 590 w 1485"/>
                                  <a:gd name="T19" fmla="*/ 1595 h 3120"/>
                                  <a:gd name="T20" fmla="*/ 530 w 1485"/>
                                  <a:gd name="T21" fmla="*/ 1820 h 3120"/>
                                  <a:gd name="T22" fmla="*/ 485 w 1485"/>
                                  <a:gd name="T23" fmla="*/ 2000 h 3120"/>
                                  <a:gd name="T24" fmla="*/ 400 w 1485"/>
                                  <a:gd name="T25" fmla="*/ 2315 h 3120"/>
                                  <a:gd name="T26" fmla="*/ 360 w 1485"/>
                                  <a:gd name="T27" fmla="*/ 2500 h 3120"/>
                                  <a:gd name="T28" fmla="*/ 325 w 1485"/>
                                  <a:gd name="T29" fmla="*/ 2605 h 3120"/>
                                  <a:gd name="T30" fmla="*/ 270 w 1485"/>
                                  <a:gd name="T31" fmla="*/ 2725 h 3120"/>
                                  <a:gd name="T32" fmla="*/ 210 w 1485"/>
                                  <a:gd name="T33" fmla="*/ 2810 h 3120"/>
                                  <a:gd name="T34" fmla="*/ 120 w 1485"/>
                                  <a:gd name="T35" fmla="*/ 2945 h 3120"/>
                                  <a:gd name="T36" fmla="*/ 15 w 1485"/>
                                  <a:gd name="T37" fmla="*/ 3070 h 3120"/>
                                  <a:gd name="T38" fmla="*/ 0 w 1485"/>
                                  <a:gd name="T39" fmla="*/ 3120 h 3120"/>
                                  <a:gd name="T40" fmla="*/ 125 w 1485"/>
                                  <a:gd name="T41" fmla="*/ 2965 h 3120"/>
                                  <a:gd name="T42" fmla="*/ 250 w 1485"/>
                                  <a:gd name="T43" fmla="*/ 2790 h 3120"/>
                                  <a:gd name="T44" fmla="*/ 310 w 1485"/>
                                  <a:gd name="T45" fmla="*/ 2690 h 3120"/>
                                  <a:gd name="T46" fmla="*/ 360 w 1485"/>
                                  <a:gd name="T47" fmla="*/ 2565 h 3120"/>
                                  <a:gd name="T48" fmla="*/ 440 w 1485"/>
                                  <a:gd name="T49" fmla="*/ 2275 h 3120"/>
                                  <a:gd name="T50" fmla="*/ 595 w 1485"/>
                                  <a:gd name="T51" fmla="*/ 1660 h 3120"/>
                                  <a:gd name="T52" fmla="*/ 785 w 1485"/>
                                  <a:gd name="T53" fmla="*/ 900 h 3120"/>
                                  <a:gd name="T54" fmla="*/ 880 w 1485"/>
                                  <a:gd name="T55" fmla="*/ 610 h 3120"/>
                                  <a:gd name="T56" fmla="*/ 965 w 1485"/>
                                  <a:gd name="T57" fmla="*/ 435 h 3120"/>
                                  <a:gd name="T58" fmla="*/ 1050 w 1485"/>
                                  <a:gd name="T59" fmla="*/ 300 h 3120"/>
                                  <a:gd name="T60" fmla="*/ 1160 w 1485"/>
                                  <a:gd name="T61" fmla="*/ 195 h 3120"/>
                                  <a:gd name="T62" fmla="*/ 1290 w 1485"/>
                                  <a:gd name="T63" fmla="*/ 95 h 3120"/>
                                  <a:gd name="T64" fmla="*/ 1415 w 1485"/>
                                  <a:gd name="T65" fmla="*/ 25 h 3120"/>
                                  <a:gd name="T66" fmla="*/ 1485 w 1485"/>
                                  <a:gd name="T67" fmla="*/ 0 h 3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485" h="3120">
                                    <a:moveTo>
                                      <a:pt x="1485" y="0"/>
                                    </a:moveTo>
                                    <a:lnTo>
                                      <a:pt x="1355" y="35"/>
                                    </a:lnTo>
                                    <a:lnTo>
                                      <a:pt x="1235" y="115"/>
                                    </a:lnTo>
                                    <a:lnTo>
                                      <a:pt x="1105" y="215"/>
                                    </a:lnTo>
                                    <a:lnTo>
                                      <a:pt x="1015" y="310"/>
                                    </a:lnTo>
                                    <a:lnTo>
                                      <a:pt x="940" y="440"/>
                                    </a:lnTo>
                                    <a:lnTo>
                                      <a:pt x="835" y="650"/>
                                    </a:lnTo>
                                    <a:lnTo>
                                      <a:pt x="770" y="860"/>
                                    </a:lnTo>
                                    <a:lnTo>
                                      <a:pt x="660" y="1300"/>
                                    </a:lnTo>
                                    <a:lnTo>
                                      <a:pt x="590" y="1595"/>
                                    </a:lnTo>
                                    <a:lnTo>
                                      <a:pt x="530" y="1820"/>
                                    </a:lnTo>
                                    <a:lnTo>
                                      <a:pt x="485" y="2000"/>
                                    </a:lnTo>
                                    <a:lnTo>
                                      <a:pt x="400" y="2315"/>
                                    </a:lnTo>
                                    <a:lnTo>
                                      <a:pt x="360" y="2500"/>
                                    </a:lnTo>
                                    <a:lnTo>
                                      <a:pt x="325" y="2605"/>
                                    </a:lnTo>
                                    <a:lnTo>
                                      <a:pt x="270" y="2725"/>
                                    </a:lnTo>
                                    <a:lnTo>
                                      <a:pt x="210" y="2810"/>
                                    </a:lnTo>
                                    <a:lnTo>
                                      <a:pt x="120" y="2945"/>
                                    </a:lnTo>
                                    <a:lnTo>
                                      <a:pt x="15" y="3070"/>
                                    </a:lnTo>
                                    <a:lnTo>
                                      <a:pt x="0" y="3120"/>
                                    </a:lnTo>
                                    <a:lnTo>
                                      <a:pt x="125" y="2965"/>
                                    </a:lnTo>
                                    <a:lnTo>
                                      <a:pt x="250" y="2790"/>
                                    </a:lnTo>
                                    <a:lnTo>
                                      <a:pt x="310" y="2690"/>
                                    </a:lnTo>
                                    <a:lnTo>
                                      <a:pt x="360" y="2565"/>
                                    </a:lnTo>
                                    <a:lnTo>
                                      <a:pt x="440" y="2275"/>
                                    </a:lnTo>
                                    <a:lnTo>
                                      <a:pt x="595" y="1660"/>
                                    </a:lnTo>
                                    <a:lnTo>
                                      <a:pt x="785" y="900"/>
                                    </a:lnTo>
                                    <a:lnTo>
                                      <a:pt x="880" y="610"/>
                                    </a:lnTo>
                                    <a:lnTo>
                                      <a:pt x="965" y="435"/>
                                    </a:lnTo>
                                    <a:lnTo>
                                      <a:pt x="1050" y="300"/>
                                    </a:lnTo>
                                    <a:lnTo>
                                      <a:pt x="1160" y="195"/>
                                    </a:lnTo>
                                    <a:lnTo>
                                      <a:pt x="1290" y="95"/>
                                    </a:lnTo>
                                    <a:lnTo>
                                      <a:pt x="1415" y="25"/>
                                    </a:lnTo>
                                    <a:lnTo>
                                      <a:pt x="14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956FE4" id="Freeform 423" o:spid="_x0000_s1026" style="position:absolute;margin-left:93.05pt;margin-top:171.8pt;width:74.25pt;height:156pt;z-index:25163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5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" path="m1485,l1355,35r-120,80l1105,215r-90,95l940,440,835,650,770,860,660,1300r-70,295l530,1820r-45,180l400,2315r-40,185l325,2605r-55,120l210,2810r-90,135l15,3070,,3120,125,2965,250,2790r60,-100l360,2565r80,-290l595,1660,785,900,880,610,965,435r85,-135l1160,195,1290,95,1415,25,1485,xe" fillcolor="#333">
                      <v:path arrowok="t" o:connecttype="custom" o:connectlocs="942975,0;860425,22225;784225,73025;701675,136525;644525,196850;596900,279400;530225,412750;488950,546100;419100,825500;374650,1012825;336550,1155700;307975,1270000;254000,1470025;228600,1587500;206375,1654175;171450,1730375;133350,1784350;76200,1870075;9525,1949450;0,1981200;79375,1882775;158750,1771650;196850,1708150;228600,1628775;279400,1444625;377825,1054100;498475,571500;558800,387350;612775,276225;666750,190500;736600,123825;819150,60325;898525,15875;942975,0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9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2058035</wp:posOffset>
                      </wp:positionV>
                      <wp:extent cx="1041400" cy="2070100"/>
                      <wp:effectExtent l="6350" t="69850" r="85725" b="12700"/>
                      <wp:wrapNone/>
                      <wp:docPr id="31" name="Freeform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0" cy="2070100"/>
                              </a:xfrm>
                              <a:custGeom>
                                <a:avLst/>
                                <a:gdLst>
                                  <a:gd name="T0" fmla="*/ 0 w 1640"/>
                                  <a:gd name="T1" fmla="*/ 3260 h 3260"/>
                                  <a:gd name="T2" fmla="*/ 85 w 1640"/>
                                  <a:gd name="T3" fmla="*/ 3180 h 3260"/>
                                  <a:gd name="T4" fmla="*/ 220 w 1640"/>
                                  <a:gd name="T5" fmla="*/ 3025 h 3260"/>
                                  <a:gd name="T6" fmla="*/ 315 w 1640"/>
                                  <a:gd name="T7" fmla="*/ 2860 h 3260"/>
                                  <a:gd name="T8" fmla="*/ 380 w 1640"/>
                                  <a:gd name="T9" fmla="*/ 2700 h 3260"/>
                                  <a:gd name="T10" fmla="*/ 440 w 1640"/>
                                  <a:gd name="T11" fmla="*/ 2460 h 3260"/>
                                  <a:gd name="T12" fmla="*/ 540 w 1640"/>
                                  <a:gd name="T13" fmla="*/ 2085 h 3260"/>
                                  <a:gd name="T14" fmla="*/ 620 w 1640"/>
                                  <a:gd name="T15" fmla="*/ 1715 h 3260"/>
                                  <a:gd name="T16" fmla="*/ 720 w 1640"/>
                                  <a:gd name="T17" fmla="*/ 1310 h 3260"/>
                                  <a:gd name="T18" fmla="*/ 850 w 1640"/>
                                  <a:gd name="T19" fmla="*/ 865 h 3260"/>
                                  <a:gd name="T20" fmla="*/ 965 w 1640"/>
                                  <a:gd name="T21" fmla="*/ 605 h 3260"/>
                                  <a:gd name="T22" fmla="*/ 1090 w 1640"/>
                                  <a:gd name="T23" fmla="*/ 425 h 3260"/>
                                  <a:gd name="T24" fmla="*/ 1255 w 1640"/>
                                  <a:gd name="T25" fmla="*/ 285 h 3260"/>
                                  <a:gd name="T26" fmla="*/ 1505 w 1640"/>
                                  <a:gd name="T27" fmla="*/ 130 h 3260"/>
                                  <a:gd name="T28" fmla="*/ 1640 w 1640"/>
                                  <a:gd name="T29" fmla="*/ 0 h 3260"/>
                                  <a:gd name="T30" fmla="*/ 1500 w 1640"/>
                                  <a:gd name="T31" fmla="*/ 110 h 3260"/>
                                  <a:gd name="T32" fmla="*/ 1355 w 1640"/>
                                  <a:gd name="T33" fmla="*/ 200 h 3260"/>
                                  <a:gd name="T34" fmla="*/ 1255 w 1640"/>
                                  <a:gd name="T35" fmla="*/ 260 h 3260"/>
                                  <a:gd name="T36" fmla="*/ 1135 w 1640"/>
                                  <a:gd name="T37" fmla="*/ 350 h 3260"/>
                                  <a:gd name="T38" fmla="*/ 1030 w 1640"/>
                                  <a:gd name="T39" fmla="*/ 460 h 3260"/>
                                  <a:gd name="T40" fmla="*/ 925 w 1640"/>
                                  <a:gd name="T41" fmla="*/ 620 h 3260"/>
                                  <a:gd name="T42" fmla="*/ 810 w 1640"/>
                                  <a:gd name="T43" fmla="*/ 895 h 3260"/>
                                  <a:gd name="T44" fmla="*/ 660 w 1640"/>
                                  <a:gd name="T45" fmla="*/ 1435 h 3260"/>
                                  <a:gd name="T46" fmla="*/ 550 w 1640"/>
                                  <a:gd name="T47" fmla="*/ 1930 h 3260"/>
                                  <a:gd name="T48" fmla="*/ 450 w 1640"/>
                                  <a:gd name="T49" fmla="*/ 2340 h 3260"/>
                                  <a:gd name="T50" fmla="*/ 370 w 1640"/>
                                  <a:gd name="T51" fmla="*/ 2645 h 3260"/>
                                  <a:gd name="T52" fmla="*/ 305 w 1640"/>
                                  <a:gd name="T53" fmla="*/ 2825 h 3260"/>
                                  <a:gd name="T54" fmla="*/ 240 w 1640"/>
                                  <a:gd name="T55" fmla="*/ 2935 h 3260"/>
                                  <a:gd name="T56" fmla="*/ 170 w 1640"/>
                                  <a:gd name="T57" fmla="*/ 3045 h 3260"/>
                                  <a:gd name="T58" fmla="*/ 80 w 1640"/>
                                  <a:gd name="T59" fmla="*/ 3155 h 3260"/>
                                  <a:gd name="T60" fmla="*/ 15 w 1640"/>
                                  <a:gd name="T61" fmla="*/ 3235 h 3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1640" h="3260">
                                    <a:moveTo>
                                      <a:pt x="0" y="3260"/>
                                    </a:moveTo>
                                    <a:lnTo>
                                      <a:pt x="85" y="3180"/>
                                    </a:lnTo>
                                    <a:lnTo>
                                      <a:pt x="220" y="3025"/>
                                    </a:lnTo>
                                    <a:lnTo>
                                      <a:pt x="315" y="2860"/>
                                    </a:lnTo>
                                    <a:lnTo>
                                      <a:pt x="380" y="2700"/>
                                    </a:lnTo>
                                    <a:lnTo>
                                      <a:pt x="440" y="2460"/>
                                    </a:lnTo>
                                    <a:lnTo>
                                      <a:pt x="540" y="2085"/>
                                    </a:lnTo>
                                    <a:lnTo>
                                      <a:pt x="620" y="1715"/>
                                    </a:lnTo>
                                    <a:lnTo>
                                      <a:pt x="720" y="1310"/>
                                    </a:lnTo>
                                    <a:lnTo>
                                      <a:pt x="850" y="865"/>
                                    </a:lnTo>
                                    <a:lnTo>
                                      <a:pt x="965" y="605"/>
                                    </a:lnTo>
                                    <a:lnTo>
                                      <a:pt x="1090" y="425"/>
                                    </a:lnTo>
                                    <a:lnTo>
                                      <a:pt x="1255" y="285"/>
                                    </a:lnTo>
                                    <a:lnTo>
                                      <a:pt x="1505" y="130"/>
                                    </a:lnTo>
                                    <a:lnTo>
                                      <a:pt x="1640" y="0"/>
                                    </a:lnTo>
                                    <a:lnTo>
                                      <a:pt x="1500" y="110"/>
                                    </a:lnTo>
                                    <a:lnTo>
                                      <a:pt x="1355" y="200"/>
                                    </a:lnTo>
                                    <a:lnTo>
                                      <a:pt x="1255" y="260"/>
                                    </a:lnTo>
                                    <a:lnTo>
                                      <a:pt x="1135" y="350"/>
                                    </a:lnTo>
                                    <a:lnTo>
                                      <a:pt x="1030" y="460"/>
                                    </a:lnTo>
                                    <a:lnTo>
                                      <a:pt x="925" y="620"/>
                                    </a:lnTo>
                                    <a:lnTo>
                                      <a:pt x="810" y="895"/>
                                    </a:lnTo>
                                    <a:lnTo>
                                      <a:pt x="660" y="1435"/>
                                    </a:lnTo>
                                    <a:lnTo>
                                      <a:pt x="550" y="1930"/>
                                    </a:lnTo>
                                    <a:lnTo>
                                      <a:pt x="450" y="2340"/>
                                    </a:lnTo>
                                    <a:lnTo>
                                      <a:pt x="370" y="2645"/>
                                    </a:lnTo>
                                    <a:lnTo>
                                      <a:pt x="305" y="2825"/>
                                    </a:lnTo>
                                    <a:lnTo>
                                      <a:pt x="240" y="2935"/>
                                    </a:lnTo>
                                    <a:lnTo>
                                      <a:pt x="170" y="3045"/>
                                    </a:lnTo>
                                    <a:lnTo>
                                      <a:pt x="80" y="3155"/>
                                    </a:lnTo>
                                    <a:lnTo>
                                      <a:pt x="15" y="3235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5E1C1FF" id="Freeform 422" o:spid="_x0000_s1026" style="position:absolute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05pt,325.05pt,94.3pt,321.05pt,101.05pt,313.3pt,105.8pt,305.05pt,109.05pt,297.05pt,112.05pt,285.05pt,117.05pt,266.3pt,121.05pt,247.8pt,126.05pt,227.55pt,132.55pt,205.3pt,138.3pt,192.3pt,144.55pt,183.3pt,152.8pt,176.3pt,165.3pt,168.55pt,172.05pt,162.05pt,165.05pt,167.55pt,157.8pt,172.05pt,152.8pt,175.05pt,146.8pt,179.55pt,141.55pt,185.05pt,136.3pt,193.05pt,130.55pt,206.8pt,123.05pt,233.8pt,117.55pt,258.55pt,112.55pt,279.05pt,108.55pt,294.3pt,105.3pt,303.3pt,102.05pt,308.8pt,98.55pt,314.3pt,94.05pt,319.8pt,90.8pt,323.8pt" coordsize="1640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" fillcolor="#333">
                      <v:path arrowok="t" o:connecttype="custom" o:connectlocs="0,2070100;53975,2019300;139700,1920875;200025,1816100;241300,1714500;279400,1562100;342900,1323975;393700,1089025;457200,831850;539750,549275;612775,384175;692150,269875;796925,180975;955675,82550;1041400,0;952500,69850;860425,127000;796925,165100;720725,222250;654050,292100;587375,393700;514350,568325;419100,911225;349250,1225550;285750,1485900;234950,1679575;193675,1793875;152400,1863725;107950,1933575;50800,2003425;9525,2054225" o:connectangles="0,0,0,0,0,0,0,0,0,0,0,0,0,0,0,0,0,0,0,0,0,0,0,0,0,0,0,0,0,0,0"/>
                    </v:polylin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3649980</wp:posOffset>
                      </wp:positionV>
                      <wp:extent cx="476250" cy="0"/>
                      <wp:effectExtent l="9525" t="13970" r="9525" b="5080"/>
                      <wp:wrapNone/>
                      <wp:docPr id="30" name="Lin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1EE4AC" id="Line 4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87.4pt" to="172.05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3145155</wp:posOffset>
                      </wp:positionV>
                      <wp:extent cx="647700" cy="0"/>
                      <wp:effectExtent l="9525" t="13970" r="9525" b="5080"/>
                      <wp:wrapNone/>
                      <wp:docPr id="29" name="Lin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4CF180" id="Line 4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247.65pt" to="186.3pt,2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0cFQIAACo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3040380</wp:posOffset>
                      </wp:positionV>
                      <wp:extent cx="257175" cy="0"/>
                      <wp:effectExtent l="9525" t="13970" r="9525" b="5080"/>
                      <wp:wrapNone/>
                      <wp:docPr id="28" name="Lin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467DE6" id="Line 419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55pt,239.4pt" to="124.8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UIu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"/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3590290</wp:posOffset>
                      </wp:positionV>
                      <wp:extent cx="306070" cy="152400"/>
                      <wp:effectExtent l="5715" t="1905" r="2540" b="7620"/>
                      <wp:wrapNone/>
                      <wp:docPr id="27" name="Text Box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7" o:spid="_x0000_s1026" type="#_x0000_t202" style="position:absolute;left:0;text-align:left;margin-left:168pt;margin-top:282.7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3088640</wp:posOffset>
                      </wp:positionV>
                      <wp:extent cx="306070" cy="152400"/>
                      <wp:effectExtent l="3810" t="5080" r="4445" b="4445"/>
                      <wp:wrapNone/>
                      <wp:docPr id="26" name="Text Box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M28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" o:spid="_x0000_s1027" type="#_x0000_t202" style="position:absolute;left:0;text-align:left;margin-left:182.85pt;margin-top:243.2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BNoQIAAFM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M28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2963545</wp:posOffset>
                      </wp:positionV>
                      <wp:extent cx="306070" cy="152400"/>
                      <wp:effectExtent l="7620" t="3810" r="635" b="5715"/>
                      <wp:wrapNone/>
                      <wp:docPr id="25" name="Text Box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M17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5" o:spid="_x0000_s1028" type="#_x0000_t202" style="position:absolute;left:0;text-align:left;margin-left:81.15pt;margin-top:233.3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B6H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5815965</wp:posOffset>
                      </wp:positionH>
                      <wp:positionV relativeFrom="paragraph">
                        <wp:posOffset>1070610</wp:posOffset>
                      </wp:positionV>
                      <wp:extent cx="306070" cy="152400"/>
                      <wp:effectExtent l="1905" t="6350" r="6350" b="3175"/>
                      <wp:wrapNone/>
                      <wp:docPr id="24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82449B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8" o:spid="_x0000_s1029" type="#_x0000_t202" style="position:absolute;left:0;text-align:left;margin-left:457.95pt;margin-top:84.3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82449B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5787390</wp:posOffset>
                      </wp:positionH>
                      <wp:positionV relativeFrom="paragraph">
                        <wp:posOffset>651510</wp:posOffset>
                      </wp:positionV>
                      <wp:extent cx="306070" cy="152400"/>
                      <wp:effectExtent l="1905" t="6350" r="6350" b="3175"/>
                      <wp:wrapNone/>
                      <wp:docPr id="23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27B" w:rsidRPr="004E4B01" w:rsidRDefault="0082449B" w:rsidP="008E42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30" type="#_x0000_t202" style="position:absolute;left:0;text-align:left;margin-left:455.7pt;margin-top:51.3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E427B" w:rsidRPr="004E4B01" w:rsidRDefault="0082449B" w:rsidP="008E427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2219960</wp:posOffset>
                      </wp:positionV>
                      <wp:extent cx="306070" cy="152400"/>
                      <wp:effectExtent l="2540" t="3175" r="5715" b="6350"/>
                      <wp:wrapNone/>
                      <wp:docPr id="22" name="Text Box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3" o:spid="_x0000_s1031" type="#_x0000_t202" style="position:absolute;left:0;text-align:left;margin-left:171.5pt;margin-top:174.8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7b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2019935</wp:posOffset>
                      </wp:positionV>
                      <wp:extent cx="306070" cy="152400"/>
                      <wp:effectExtent l="2540" t="3175" r="5715" b="6350"/>
                      <wp:wrapNone/>
                      <wp:docPr id="21" name="Text Box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4" o:spid="_x0000_s1032" type="#_x0000_t202" style="position:absolute;left:0;text-align:left;margin-left:138.5pt;margin-top:159.0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/t2oQIAAFM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1719580</wp:posOffset>
                      </wp:positionV>
                      <wp:extent cx="306070" cy="152400"/>
                      <wp:effectExtent l="5715" t="7620" r="2540" b="1905"/>
                      <wp:wrapNone/>
                      <wp:docPr id="20" name="Text Box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" o:spid="_x0000_s1033" type="#_x0000_t202" style="position:absolute;left:0;text-align:left;margin-left:156.75pt;margin-top:135.4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1493520</wp:posOffset>
                      </wp:positionV>
                      <wp:extent cx="306070" cy="152400"/>
                      <wp:effectExtent l="4445" t="635" r="3810" b="8890"/>
                      <wp:wrapNone/>
                      <wp:docPr id="19" name="Text Box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" o:spid="_x0000_s1034" type="#_x0000_t202" style="position:absolute;left:0;text-align:left;margin-left:177.65pt;margin-top:117.6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Ao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1301750</wp:posOffset>
                      </wp:positionV>
                      <wp:extent cx="306070" cy="152400"/>
                      <wp:effectExtent l="7620" t="8890" r="635" b="635"/>
                      <wp:wrapNone/>
                      <wp:docPr id="18" name="Text Box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" o:spid="_x0000_s1035" type="#_x0000_t202" style="position:absolute;left:0;text-align:left;margin-left:202.65pt;margin-top:102.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uDoA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2941955</wp:posOffset>
                      </wp:positionH>
                      <wp:positionV relativeFrom="paragraph">
                        <wp:posOffset>1122045</wp:posOffset>
                      </wp:positionV>
                      <wp:extent cx="306070" cy="152400"/>
                      <wp:effectExtent l="4445" t="635" r="3810" b="8890"/>
                      <wp:wrapNone/>
                      <wp:docPr id="17" name="Text Box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DA2B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1" o:spid="_x0000_s1036" type="#_x0000_t202" style="position:absolute;left:0;text-align:left;margin-left:231.65pt;margin-top:88.3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WiJnw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DA2B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962025</wp:posOffset>
                      </wp:positionV>
                      <wp:extent cx="306070" cy="152400"/>
                      <wp:effectExtent l="1905" t="2540" r="6350" b="6985"/>
                      <wp:wrapNone/>
                      <wp:docPr id="16" name="Text Box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" o:spid="_x0000_s1037" type="#_x0000_t202" style="position:absolute;left:0;text-align:left;margin-left:258.45pt;margin-top:75.7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7MoAIAAFQ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804545</wp:posOffset>
                      </wp:positionV>
                      <wp:extent cx="306070" cy="152400"/>
                      <wp:effectExtent l="1905" t="6985" r="6350" b="2540"/>
                      <wp:wrapNone/>
                      <wp:docPr id="15" name="Text Box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" o:spid="_x0000_s1038" type="#_x0000_t202" style="position:absolute;left:0;text-align:left;margin-left:288.45pt;margin-top:63.3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57inw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3903345</wp:posOffset>
                      </wp:positionH>
                      <wp:positionV relativeFrom="paragraph">
                        <wp:posOffset>1273810</wp:posOffset>
                      </wp:positionV>
                      <wp:extent cx="496570" cy="142875"/>
                      <wp:effectExtent l="3810" t="0" r="4445" b="0"/>
                      <wp:wrapNone/>
                      <wp:docPr id="14" name="Text Box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" o:spid="_x0000_s1039" type="#_x0000_t202" style="position:absolute;left:0;text-align:left;margin-left:307.35pt;margin-top:100.3pt;width:39.1pt;height:1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656590</wp:posOffset>
                      </wp:positionV>
                      <wp:extent cx="306070" cy="152400"/>
                      <wp:effectExtent l="7620" t="1905" r="635" b="7620"/>
                      <wp:wrapNone/>
                      <wp:docPr id="13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040" type="#_x0000_t202" style="position:absolute;left:0;text-align:left;margin-left:321.15pt;margin-top:51.7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eooAIAAFQ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497205</wp:posOffset>
                      </wp:positionV>
                      <wp:extent cx="306070" cy="152400"/>
                      <wp:effectExtent l="5715" t="4445" r="2540" b="5080"/>
                      <wp:wrapNone/>
                      <wp:docPr id="12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041" type="#_x0000_t202" style="position:absolute;left:0;text-align:left;margin-left:355.5pt;margin-top:39.15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cEoA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339090</wp:posOffset>
                      </wp:positionV>
                      <wp:extent cx="306070" cy="152400"/>
                      <wp:effectExtent l="0" t="8255" r="8255" b="1270"/>
                      <wp:wrapNone/>
                      <wp:docPr id="1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T112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042" type="#_x0000_t202" style="position:absolute;left:0;text-align:left;margin-left:392.55pt;margin-top:26.7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+B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msy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5204460</wp:posOffset>
                      </wp:positionH>
                      <wp:positionV relativeFrom="paragraph">
                        <wp:posOffset>17145</wp:posOffset>
                      </wp:positionV>
                      <wp:extent cx="306070" cy="152400"/>
                      <wp:effectExtent l="0" t="635" r="8255" b="8890"/>
                      <wp:wrapNone/>
                      <wp:docPr id="10" name="Text Box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4E4B01" w:rsidRDefault="0082449B" w:rsidP="00210AA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" o:spid="_x0000_s1043" type="#_x0000_t202" style="position:absolute;left:0;text-align:left;margin-left:409.8pt;margin-top:1.35pt;width:24.1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A2BDB" w:rsidRPr="004E4B01" w:rsidRDefault="0082449B" w:rsidP="00210AA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4198620</wp:posOffset>
                      </wp:positionV>
                      <wp:extent cx="1584960" cy="687705"/>
                      <wp:effectExtent l="0" t="635" r="0" b="0"/>
                      <wp:wrapNone/>
                      <wp:docPr id="9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687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DA2BDB" w:rsidRDefault="00DA2BDB" w:rsidP="00DA2BD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DA2BDB" w:rsidRPr="00C2328A" w:rsidRDefault="00DA2BDB" w:rsidP="00DA2BDB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DA2BDB" w:rsidRPr="00DA2BDB" w:rsidRDefault="00DA2BDB" w:rsidP="00DA2BD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44" type="#_x0000_t202" style="position:absolute;left:0;text-align:left;margin-left:106.5pt;margin-top:330.6pt;width:124.8pt;height:54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" filled="f" stroked="f" strokecolor="gray" strokeweight=".25pt">
                      <v:stroke dashstyle="1 1" endcap="round"/>
                      <v:textbox>
                        <w:txbxContent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DA2BDB" w:rsidRDefault="00DA2BDB" w:rsidP="00DA2BDB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DA2BDB" w:rsidRPr="00C2328A" w:rsidRDefault="00DA2BDB" w:rsidP="00DA2BDB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DA2BDB" w:rsidRPr="00DA2BDB" w:rsidRDefault="00DA2BDB" w:rsidP="00DA2BDB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4017645</wp:posOffset>
                      </wp:positionH>
                      <wp:positionV relativeFrom="paragraph">
                        <wp:posOffset>1216025</wp:posOffset>
                      </wp:positionV>
                      <wp:extent cx="617220" cy="220980"/>
                      <wp:effectExtent l="3810" t="0" r="0" b="0"/>
                      <wp:wrapNone/>
                      <wp:docPr id="8" name="Text Box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5" o:spid="_x0000_s1045" type="#_x0000_t202" style="position:absolute;left:0;text-align:left;margin-left:316.35pt;margin-top:95.75pt;width:48.6pt;height:17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/>
                        </w:txbxContent>
                      </v:textbox>
                    </v:shape>
                  </w:pict>
                </mc:Fallback>
              </mc:AlternateContent>
            </w:r>
            <w:r w:rsidRPr="00AD4CCC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1017905</wp:posOffset>
                      </wp:positionV>
                      <wp:extent cx="563880" cy="220980"/>
                      <wp:effectExtent l="1905" t="1270" r="0" b="0"/>
                      <wp:wrapNone/>
                      <wp:docPr id="7" name="Text Box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2BDB" w:rsidRPr="00F6201D" w:rsidRDefault="00DA2BDB" w:rsidP="008B349C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46" type="#_x0000_t202" style="position:absolute;left:0;text-align:left;margin-left:355.95pt;margin-top:80.15pt;width:44.4pt;height:17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" filled="f" stroked="f" strokecolor="gray" strokeweight=".25pt">
                      <v:stroke dashstyle="1 1" endcap="round"/>
                      <v:textbox>
                        <w:txbxContent>
                          <w:p w:rsidR="00DA2BDB" w:rsidRPr="00F6201D" w:rsidRDefault="00DA2BDB" w:rsidP="008B349C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2BDB" w:rsidRPr="00AD4CCC" w:rsidTr="007A4BCA"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6985</wp:posOffset>
                      </wp:positionV>
                      <wp:extent cx="395605" cy="61595"/>
                      <wp:effectExtent l="10795" t="8890" r="12700" b="15240"/>
                      <wp:wrapNone/>
                      <wp:docPr id="6" name="Freeform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EDCE0" id="Freeform 379" o:spid="_x0000_s1026" style="position:absolute;margin-left:61.15pt;margin-top:.5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2BDB" w:rsidRPr="00AD4CCC" w:rsidRDefault="0082449B" w:rsidP="007A4BCA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2506980</wp:posOffset>
                      </wp:positionH>
                      <wp:positionV relativeFrom="paragraph">
                        <wp:posOffset>2540</wp:posOffset>
                      </wp:positionV>
                      <wp:extent cx="395605" cy="61595"/>
                      <wp:effectExtent l="5080" t="13970" r="8890" b="10160"/>
                      <wp:wrapNone/>
                      <wp:docPr id="5" name="Freeform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C4384" id="Freeform 381" o:spid="_x0000_s1026" style="position:absolute;margin-left:197.4pt;margin-top:.2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7620</wp:posOffset>
                      </wp:positionV>
                      <wp:extent cx="395605" cy="61595"/>
                      <wp:effectExtent l="10795" t="9525" r="12700" b="14605"/>
                      <wp:wrapNone/>
                      <wp:docPr id="4" name="Freeform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A43B4" id="Freeform 380" o:spid="_x0000_s1026" style="position:absolute;margin-left:137.1pt;margin-top:.6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3DkQQAAJ8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-1270</wp:posOffset>
                      </wp:positionV>
                      <wp:extent cx="395605" cy="61595"/>
                      <wp:effectExtent l="6985" t="10160" r="6985" b="13970"/>
                      <wp:wrapNone/>
                      <wp:docPr id="3" name="Freeform 37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D57CB" id="Freeform 378" o:spid="_x0000_s1026" alt="Granite" style="position:absolute;margin-left:48.3pt;margin-top:-.1pt;width:31.15pt;height:4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AD4CCC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3724910</wp:posOffset>
                      </wp:positionH>
                      <wp:positionV relativeFrom="paragraph">
                        <wp:posOffset>2540</wp:posOffset>
                      </wp:positionV>
                      <wp:extent cx="335280" cy="62865"/>
                      <wp:effectExtent l="13335" t="13970" r="32385" b="8890"/>
                      <wp:wrapNone/>
                      <wp:docPr id="2" name="Freeform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98AB3" id="Freeform 382" o:spid="_x0000_s1026" style="position:absolute;margin-left:293.3pt;margin-top:.2pt;width:26.4pt;height:4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mxBQQAADs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</w:t>
            </w:r>
            <w:proofErr w:type="spellStart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DA2BDB" w:rsidRPr="00AD4CCC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Calcific                Smooth Surface                Irregular 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82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 Normal calibre Aorta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Occluded from origin, refilling distally.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6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Default="0082449B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2 vessel run off seen to cross the ankle in the PTA and Peroneal artery. Flow was not seen in the distal </w:t>
            </w:r>
            <w:proofErr w:type="gramStart"/>
            <w:r>
              <w:rPr>
                <w:rFonts w:ascii="Arial" w:hAnsi="Arial"/>
                <w:bCs/>
                <w:sz w:val="18"/>
                <w:szCs w:val="18"/>
              </w:rPr>
              <w:t>ATA ?</w:t>
            </w:r>
            <w:proofErr w:type="gramEnd"/>
            <w:r>
              <w:rPr>
                <w:rFonts w:ascii="Arial" w:hAnsi="Arial"/>
                <w:bCs/>
                <w:sz w:val="18"/>
                <w:szCs w:val="18"/>
              </w:rPr>
              <w:t xml:space="preserve">occluded. Diffuse calcification throughout. </w:t>
            </w:r>
          </w:p>
          <w:p w:rsidR="0082449B" w:rsidRPr="00AD4CCC" w:rsidRDefault="0082449B" w:rsidP="00AD4CCC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DA2BDB" w:rsidRPr="00AD4CCC" w:rsidTr="007A4BCA">
        <w:trPr>
          <w:gridAfter w:val="1"/>
          <w:wAfter w:w="13" w:type="dxa"/>
        </w:trPr>
        <w:tc>
          <w:tcPr>
            <w:tcW w:w="196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DA2BDB" w:rsidP="00AD4CCC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D4CCC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2BDB" w:rsidRPr="00AD4CCC" w:rsidRDefault="0082449B" w:rsidP="00AD4CC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485B7E" w:rsidRDefault="00694581">
      <w:pPr>
        <w:rPr>
          <w:rFonts w:ascii="Arial" w:hAnsi="Arial" w:cs="Arial"/>
          <w:sz w:val="18"/>
          <w:szCs w:val="18"/>
        </w:rPr>
      </w:pPr>
    </w:p>
    <w:sectPr w:rsidR="00694581" w:rsidRPr="00485B7E" w:rsidSect="000432AB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9B" w:rsidRDefault="0082449B">
      <w:r>
        <w:separator/>
      </w:r>
    </w:p>
  </w:endnote>
  <w:endnote w:type="continuationSeparator" w:id="0">
    <w:p w:rsidR="0082449B" w:rsidRDefault="0082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20" w:rsidRPr="009B78AC" w:rsidRDefault="00042420" w:rsidP="009B78AC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9B" w:rsidRDefault="0082449B">
      <w:r>
        <w:separator/>
      </w:r>
    </w:p>
  </w:footnote>
  <w:footnote w:type="continuationSeparator" w:id="0">
    <w:p w:rsidR="0082449B" w:rsidRDefault="00824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AB" w:rsidRDefault="0082449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4772025</wp:posOffset>
          </wp:positionH>
          <wp:positionV relativeFrom="paragraph">
            <wp:posOffset>-9525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9B"/>
    <w:rsid w:val="00042420"/>
    <w:rsid w:val="000432AB"/>
    <w:rsid w:val="00043F16"/>
    <w:rsid w:val="00082FF5"/>
    <w:rsid w:val="00086614"/>
    <w:rsid w:val="00091394"/>
    <w:rsid w:val="000A3239"/>
    <w:rsid w:val="00106CEB"/>
    <w:rsid w:val="00130125"/>
    <w:rsid w:val="00130D4E"/>
    <w:rsid w:val="0015111F"/>
    <w:rsid w:val="00183E5B"/>
    <w:rsid w:val="002027E7"/>
    <w:rsid w:val="00202BBA"/>
    <w:rsid w:val="0020510B"/>
    <w:rsid w:val="00210AA3"/>
    <w:rsid w:val="00216637"/>
    <w:rsid w:val="002523B4"/>
    <w:rsid w:val="00252DD3"/>
    <w:rsid w:val="00260635"/>
    <w:rsid w:val="002627E4"/>
    <w:rsid w:val="00267D9C"/>
    <w:rsid w:val="00274108"/>
    <w:rsid w:val="00282F69"/>
    <w:rsid w:val="002845F4"/>
    <w:rsid w:val="0028628E"/>
    <w:rsid w:val="00292A06"/>
    <w:rsid w:val="002C2267"/>
    <w:rsid w:val="002D5608"/>
    <w:rsid w:val="002F29A9"/>
    <w:rsid w:val="002F6CBE"/>
    <w:rsid w:val="00301EB7"/>
    <w:rsid w:val="00317A10"/>
    <w:rsid w:val="00324B94"/>
    <w:rsid w:val="00332965"/>
    <w:rsid w:val="003512C1"/>
    <w:rsid w:val="00377319"/>
    <w:rsid w:val="00387E23"/>
    <w:rsid w:val="003A31C2"/>
    <w:rsid w:val="003B7DF9"/>
    <w:rsid w:val="00400424"/>
    <w:rsid w:val="00411DD4"/>
    <w:rsid w:val="0041713E"/>
    <w:rsid w:val="0043201F"/>
    <w:rsid w:val="004400FD"/>
    <w:rsid w:val="00443A11"/>
    <w:rsid w:val="00446D9E"/>
    <w:rsid w:val="004479C2"/>
    <w:rsid w:val="004638FD"/>
    <w:rsid w:val="00475D18"/>
    <w:rsid w:val="0048352E"/>
    <w:rsid w:val="00485B7E"/>
    <w:rsid w:val="004932D3"/>
    <w:rsid w:val="004934E7"/>
    <w:rsid w:val="00495E7E"/>
    <w:rsid w:val="004A5B9A"/>
    <w:rsid w:val="004F7760"/>
    <w:rsid w:val="00557B5A"/>
    <w:rsid w:val="00563FE1"/>
    <w:rsid w:val="00572033"/>
    <w:rsid w:val="005812E7"/>
    <w:rsid w:val="005B625A"/>
    <w:rsid w:val="005E5BC0"/>
    <w:rsid w:val="005F2B04"/>
    <w:rsid w:val="0063591E"/>
    <w:rsid w:val="0064526C"/>
    <w:rsid w:val="006571CF"/>
    <w:rsid w:val="00687CAB"/>
    <w:rsid w:val="00694581"/>
    <w:rsid w:val="006A1A66"/>
    <w:rsid w:val="006A4D8E"/>
    <w:rsid w:val="00704284"/>
    <w:rsid w:val="00756F42"/>
    <w:rsid w:val="0077506E"/>
    <w:rsid w:val="00781E01"/>
    <w:rsid w:val="00784424"/>
    <w:rsid w:val="00796C22"/>
    <w:rsid w:val="007A4BCA"/>
    <w:rsid w:val="007A7B01"/>
    <w:rsid w:val="007C096F"/>
    <w:rsid w:val="007D2F8F"/>
    <w:rsid w:val="007E0A39"/>
    <w:rsid w:val="007E0F05"/>
    <w:rsid w:val="007F000A"/>
    <w:rsid w:val="007F42AE"/>
    <w:rsid w:val="0082449B"/>
    <w:rsid w:val="00845175"/>
    <w:rsid w:val="008527CA"/>
    <w:rsid w:val="00861785"/>
    <w:rsid w:val="008B349C"/>
    <w:rsid w:val="008B5D7F"/>
    <w:rsid w:val="008D344E"/>
    <w:rsid w:val="008D7812"/>
    <w:rsid w:val="008E427B"/>
    <w:rsid w:val="00911F56"/>
    <w:rsid w:val="0093355A"/>
    <w:rsid w:val="00937D9E"/>
    <w:rsid w:val="0094691B"/>
    <w:rsid w:val="009725AE"/>
    <w:rsid w:val="009764F6"/>
    <w:rsid w:val="009A10DE"/>
    <w:rsid w:val="009A34D2"/>
    <w:rsid w:val="009A5CA0"/>
    <w:rsid w:val="009B78AC"/>
    <w:rsid w:val="009C6954"/>
    <w:rsid w:val="009D2BAA"/>
    <w:rsid w:val="009F11ED"/>
    <w:rsid w:val="00A00D03"/>
    <w:rsid w:val="00A0184B"/>
    <w:rsid w:val="00A50BBC"/>
    <w:rsid w:val="00A5497F"/>
    <w:rsid w:val="00A7491A"/>
    <w:rsid w:val="00AA6449"/>
    <w:rsid w:val="00AA7A3D"/>
    <w:rsid w:val="00AC7F98"/>
    <w:rsid w:val="00AD4CCC"/>
    <w:rsid w:val="00AE30A1"/>
    <w:rsid w:val="00AF27D7"/>
    <w:rsid w:val="00AF65F1"/>
    <w:rsid w:val="00B03316"/>
    <w:rsid w:val="00B46ED4"/>
    <w:rsid w:val="00B642B2"/>
    <w:rsid w:val="00B67AFA"/>
    <w:rsid w:val="00B93720"/>
    <w:rsid w:val="00BC1887"/>
    <w:rsid w:val="00C01F68"/>
    <w:rsid w:val="00C0220C"/>
    <w:rsid w:val="00C4581A"/>
    <w:rsid w:val="00C46C3E"/>
    <w:rsid w:val="00C47CD3"/>
    <w:rsid w:val="00C753A0"/>
    <w:rsid w:val="00C9350C"/>
    <w:rsid w:val="00CA6AD9"/>
    <w:rsid w:val="00CB0994"/>
    <w:rsid w:val="00CC6657"/>
    <w:rsid w:val="00CD1485"/>
    <w:rsid w:val="00CD7188"/>
    <w:rsid w:val="00CE0663"/>
    <w:rsid w:val="00CF4D99"/>
    <w:rsid w:val="00CF5D0F"/>
    <w:rsid w:val="00CF7A3E"/>
    <w:rsid w:val="00D34D9F"/>
    <w:rsid w:val="00D42CEC"/>
    <w:rsid w:val="00D605F8"/>
    <w:rsid w:val="00D662EE"/>
    <w:rsid w:val="00D7046F"/>
    <w:rsid w:val="00D8557F"/>
    <w:rsid w:val="00DA2BDB"/>
    <w:rsid w:val="00DD13FB"/>
    <w:rsid w:val="00E071B6"/>
    <w:rsid w:val="00E21EED"/>
    <w:rsid w:val="00E36F1E"/>
    <w:rsid w:val="00E609FE"/>
    <w:rsid w:val="00E64FCC"/>
    <w:rsid w:val="00E70784"/>
    <w:rsid w:val="00E75EB3"/>
    <w:rsid w:val="00E86176"/>
    <w:rsid w:val="00E96ADB"/>
    <w:rsid w:val="00EB390A"/>
    <w:rsid w:val="00ED6EC7"/>
    <w:rsid w:val="00EE4D5D"/>
    <w:rsid w:val="00F17B3B"/>
    <w:rsid w:val="00F212E8"/>
    <w:rsid w:val="00F27A7E"/>
    <w:rsid w:val="00FA61EE"/>
    <w:rsid w:val="00FC3506"/>
    <w:rsid w:val="00FD5807"/>
    <w:rsid w:val="00FD5B46"/>
    <w:rsid w:val="00FE1BCB"/>
    <w:rsid w:val="00FE75A5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53A3740"/>
  <w15:chartTrackingRefBased/>
  <w15:docId w15:val="{AB672E4D-A5E5-4865-8474-5FCF02AA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Arterial%20R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Arterial Rt LEA</Template>
  <TotalTime>1</TotalTime>
  <Pages>1</Pages>
  <Words>117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cp:lastPrinted>1900-01-01T00:00:00Z</cp:lastPrinted>
  <dcterms:created xsi:type="dcterms:W3CDTF">2020-08-12T08:04:00Z</dcterms:created>
  <dcterms:modified xsi:type="dcterms:W3CDTF">2020-08-12T08:04:00Z</dcterms:modified>
  <cp:category>Patient Report</cp:category>
</cp:coreProperties>
</file>